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483445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660E2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D66C50" wp14:editId="1706044B">
            <wp:extent cx="2590800" cy="360029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591" cy="360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3445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1FE9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1548F28-E4DA-4ADD-B4C2-880039F18116}"/>
</file>

<file path=customXml/itemProps2.xml><?xml version="1.0" encoding="utf-8"?>
<ds:datastoreItem xmlns:ds="http://schemas.openxmlformats.org/officeDocument/2006/customXml" ds:itemID="{89F141C7-0C47-491B-98E6-ADD2C757C3D9}"/>
</file>

<file path=customXml/itemProps3.xml><?xml version="1.0" encoding="utf-8"?>
<ds:datastoreItem xmlns:ds="http://schemas.openxmlformats.org/officeDocument/2006/customXml" ds:itemID="{69F3EA35-DF43-4480-9E7C-E34C4B426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239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